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9603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9603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603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42A0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842A0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2025-07-09T15:01:00Z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